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8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8"/>
          <w:szCs w:val="44"/>
        </w:rPr>
        <w:t>采 购 清 单</w:t>
      </w:r>
    </w:p>
    <w:p>
      <w:pPr>
        <w:jc w:val="center"/>
      </w:pPr>
    </w:p>
    <w:p>
      <w:pPr>
        <w:spacing w:after="156" w:afterLines="50"/>
        <w:jc w:val="left"/>
        <w:rPr>
          <w:sz w:val="22"/>
        </w:rPr>
      </w:pPr>
      <w:r>
        <w:rPr>
          <w:rFonts w:hint="eastAsia"/>
          <w:sz w:val="22"/>
        </w:rPr>
        <w:t>单位/部门：                                                        日 期：   年   月   日</w:t>
      </w:r>
    </w:p>
    <w:tbl>
      <w:tblPr>
        <w:tblStyle w:val="2"/>
        <w:tblW w:w="9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68"/>
        <w:gridCol w:w="1587"/>
        <w:gridCol w:w="907"/>
        <w:gridCol w:w="907"/>
        <w:gridCol w:w="928"/>
        <w:gridCol w:w="1226"/>
        <w:gridCol w:w="1247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规格/型号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7" w:hRule="atLeast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0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金额合计</w:t>
            </w:r>
          </w:p>
        </w:tc>
        <w:tc>
          <w:tcPr>
            <w:tcW w:w="2487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before="468" w:beforeLines="150"/>
        <w:jc w:val="left"/>
        <w:rPr>
          <w:sz w:val="22"/>
        </w:rPr>
      </w:pPr>
      <w:r>
        <w:rPr>
          <w:rFonts w:hint="eastAsia"/>
          <w:sz w:val="22"/>
        </w:rPr>
        <w:t xml:space="preserve">负责人：                      财务部：                     领导签字：             </w:t>
      </w:r>
    </w:p>
    <w:sectPr>
      <w:pgSz w:w="11906" w:h="16838"/>
      <w:pgMar w:top="907" w:right="1077" w:bottom="90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mYwYWRmYzIyYzY4Y2JiYTc1YmRiOTE5YTgxYTIwYTUyIiwidXNlckNvdW50IjoxfQ=="/>
  </w:docVars>
  <w:rsids>
    <w:rsidRoot w:val="168457EC"/>
    <w:rsid w:val="00025362"/>
    <w:rsid w:val="000721EB"/>
    <w:rsid w:val="000D023F"/>
    <w:rsid w:val="000D3F17"/>
    <w:rsid w:val="001A2EED"/>
    <w:rsid w:val="001B5628"/>
    <w:rsid w:val="00386E35"/>
    <w:rsid w:val="00397D7B"/>
    <w:rsid w:val="00422F70"/>
    <w:rsid w:val="00436863"/>
    <w:rsid w:val="004B691A"/>
    <w:rsid w:val="0058137E"/>
    <w:rsid w:val="00650553"/>
    <w:rsid w:val="006F36FC"/>
    <w:rsid w:val="00731E99"/>
    <w:rsid w:val="007438F5"/>
    <w:rsid w:val="00761517"/>
    <w:rsid w:val="00777675"/>
    <w:rsid w:val="00964D8D"/>
    <w:rsid w:val="00B66A0D"/>
    <w:rsid w:val="00BF61B7"/>
    <w:rsid w:val="00C023DA"/>
    <w:rsid w:val="00CA0F6D"/>
    <w:rsid w:val="00DF0E86"/>
    <w:rsid w:val="00E253BB"/>
    <w:rsid w:val="00E90F04"/>
    <w:rsid w:val="00ED0B4B"/>
    <w:rsid w:val="00F20945"/>
    <w:rsid w:val="00F62E0B"/>
    <w:rsid w:val="00FA1D7D"/>
    <w:rsid w:val="00FA378D"/>
    <w:rsid w:val="1684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6aa5a38a-2b8a-4c6b-9027-c94b8960386e\&#29289;&#21697;&#37319;&#36141;&#28165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物品采购清单.docx</Template>
  <Pages>1</Pages>
  <Words>76</Words>
  <Characters>87</Characters>
  <Lines>2</Lines>
  <Paragraphs>1</Paragraphs>
  <TotalTime>67</TotalTime>
  <ScaleCrop>false</ScaleCrop>
  <LinksUpToDate>false</LinksUpToDate>
  <CharactersWithSpaces>214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2023-11-19T08:27:00Z</dcterms:created>
  <dc:creator>雨季²⁰¹⁸</dc:creator>
  <cp:lastModifiedBy>雨季²⁰¹⁸</cp:lastModifiedBy>
  <dcterms:modified xsi:type="dcterms:W3CDTF">2023-11-19T08:28:13Z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TemplateUUID">
    <vt:lpwstr>v1.0_mb_L4E+TRiOO+sQZHoMsiCqYg==</vt:lpwstr>
  </property>
  <property fmtid="{D5CDD505-2E9C-101B-9397-08002B2CF9AE}" pid="4" name="ICV">
    <vt:lpwstr>C58909F5BFE34CC4B3A2E144F6B7393A_11</vt:lpwstr>
  </property>
</Properties>
</file>